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70" w:rsidRDefault="00DA3E56" w:rsidP="00DA3E56">
      <w:pPr>
        <w:jc w:val="center"/>
        <w:rPr>
          <w:b/>
          <w:sz w:val="40"/>
          <w:szCs w:val="40"/>
          <w:u w:val="single"/>
        </w:rPr>
      </w:pPr>
      <w:r w:rsidRPr="00DA3E56">
        <w:rPr>
          <w:b/>
          <w:sz w:val="40"/>
          <w:szCs w:val="40"/>
          <w:u w:val="single"/>
        </w:rPr>
        <w:t>Jack</w:t>
      </w:r>
    </w:p>
    <w:p w:rsidR="00DA3E56" w:rsidRDefault="00DA3E56" w:rsidP="00DA3E56">
      <w:r w:rsidRPr="00150B14">
        <w:t>Jack is trying to run out of bad territory range but he has th</w:t>
      </w:r>
      <w:r w:rsidR="003F1C70" w:rsidRPr="00150B14">
        <w:t>e dis advantage getting chased but he has the disadvantage wearing baggy grey jeans and a black sweatshirt</w:t>
      </w:r>
      <w:r w:rsidR="00150B14" w:rsidRPr="00150B14">
        <w:t xml:space="preserve"> getting chased by a spy in </w:t>
      </w:r>
      <w:r w:rsidR="00150B14" w:rsidRPr="00150B14">
        <w:rPr>
          <w:rFonts w:cstheme="minorHAnsi"/>
        </w:rPr>
        <w:t>running gear</w:t>
      </w:r>
      <w:r w:rsidR="003F1C70" w:rsidRPr="00150B14">
        <w:t xml:space="preserve">. Glancing back out of his icy blue eyes as he ducks down an alley way and hides behind an oversized trashcan. </w:t>
      </w:r>
      <w:r w:rsidR="00150B14" w:rsidRPr="00150B14">
        <w:t>Heart pounding he realises his feet are numb inside his blue and black Asics [sneakers]. His silky blond hair catches in a gust of wind as suddenly his streams of sweat stop and realises he got away.</w:t>
      </w:r>
      <w:r w:rsidR="003F1C70">
        <w:rPr>
          <w:sz w:val="26"/>
          <w:szCs w:val="26"/>
        </w:rPr>
        <w:t xml:space="preserve">  </w:t>
      </w:r>
    </w:p>
    <w:p w:rsidR="00150B14" w:rsidRDefault="00221206" w:rsidP="00150B14">
      <w:pPr>
        <w:jc w:val="center"/>
      </w:pPr>
      <w:r>
        <w:t>By S</w:t>
      </w:r>
      <w:bookmarkStart w:id="0" w:name="_GoBack"/>
      <w:bookmarkEnd w:id="0"/>
      <w:r>
        <w:t>am C</w:t>
      </w:r>
    </w:p>
    <w:p w:rsidR="00221206" w:rsidRPr="00150B14" w:rsidRDefault="00221206" w:rsidP="00150B14">
      <w:pPr>
        <w:jc w:val="center"/>
      </w:pPr>
    </w:p>
    <w:sectPr w:rsidR="00221206" w:rsidRPr="00150B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24"/>
    <w:rsid w:val="00150B14"/>
    <w:rsid w:val="00221206"/>
    <w:rsid w:val="003F1C70"/>
    <w:rsid w:val="006B3056"/>
    <w:rsid w:val="00927BBF"/>
    <w:rsid w:val="00963224"/>
    <w:rsid w:val="00DA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BC2422C7</Template>
  <TotalTime>27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3</cp:revision>
  <dcterms:created xsi:type="dcterms:W3CDTF">2011-05-13T00:06:00Z</dcterms:created>
  <dcterms:modified xsi:type="dcterms:W3CDTF">2011-05-15T23:42:00Z</dcterms:modified>
</cp:coreProperties>
</file>